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3D677E" w:rsidRPr="006529DB">
        <w:rPr>
          <w:rFonts w:cs="Arial"/>
          <w:b/>
        </w:rPr>
        <w:t xml:space="preserve">Nákup </w:t>
      </w:r>
      <w:proofErr w:type="spellStart"/>
      <w:r w:rsidR="003D677E" w:rsidRPr="006529DB">
        <w:rPr>
          <w:rFonts w:cs="Arial"/>
          <w:b/>
        </w:rPr>
        <w:t>autoplošiny</w:t>
      </w:r>
      <w:proofErr w:type="spellEnd"/>
      <w:r w:rsidR="003D677E" w:rsidRPr="006529DB">
        <w:rPr>
          <w:rFonts w:cs="Arial"/>
          <w:b/>
        </w:rPr>
        <w:t xml:space="preserve"> s pohonem 4x4 nad 3,5t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A7457E" w:rsidRPr="000C1BBB" w:rsidRDefault="00A7457E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A7457E" w:rsidRPr="000C1BBB" w:rsidRDefault="00A7457E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A7457E" w:rsidRPr="000C1BBB" w:rsidRDefault="00A7457E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A7457E" w:rsidRDefault="00A7457E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092170" w:rsidRDefault="00AC7C9A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Výkresová dokumentace</w:t>
      </w:r>
    </w:p>
    <w:p w:rsidR="00A7457E" w:rsidRPr="000C1BBB" w:rsidRDefault="00A7457E" w:rsidP="00A7457E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3D677E" w:rsidRPr="006529DB">
        <w:rPr>
          <w:rFonts w:cs="Arial"/>
          <w:b/>
        </w:rPr>
        <w:t xml:space="preserve">Nákup </w:t>
      </w:r>
      <w:proofErr w:type="spellStart"/>
      <w:r w:rsidR="003D677E" w:rsidRPr="006529DB">
        <w:rPr>
          <w:rFonts w:cs="Arial"/>
          <w:b/>
        </w:rPr>
        <w:t>autoplošiny</w:t>
      </w:r>
      <w:proofErr w:type="spellEnd"/>
      <w:r w:rsidR="003D677E" w:rsidRPr="006529DB">
        <w:rPr>
          <w:rFonts w:cs="Arial"/>
          <w:b/>
        </w:rPr>
        <w:t xml:space="preserve"> s pohonem 4x4 nad 3,5t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A7457E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6A7AB2">
        <w:t xml:space="preserve">kupní </w:t>
      </w:r>
      <w:r w:rsidRPr="00F05536">
        <w:t>smlouvy.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A7457E" w:rsidRPr="00565B0D" w:rsidRDefault="00374707" w:rsidP="00A7457E">
      <w:pPr>
        <w:pStyle w:val="Zhlav"/>
        <w:tabs>
          <w:tab w:val="left" w:pos="1843"/>
        </w:tabs>
        <w:ind w:left="284"/>
      </w:pPr>
      <w:r w:rsidRPr="00F05536">
        <w:t xml:space="preserve">Zahájení </w:t>
      </w:r>
      <w:r w:rsidR="006A7AB2">
        <w:t>plnění</w:t>
      </w:r>
      <w:r w:rsidRPr="00F05536">
        <w:t xml:space="preserve">: </w:t>
      </w:r>
      <w:r w:rsidR="00A7457E" w:rsidRPr="006127F4">
        <w:t xml:space="preserve">srpen 2020 – </w:t>
      </w:r>
      <w:r w:rsidR="00A7457E" w:rsidRPr="00565B0D">
        <w:t>ihned po nabytí účinnosti kupní smlouvy uveřejněním</w:t>
      </w:r>
    </w:p>
    <w:p w:rsidR="00A7457E" w:rsidRPr="00565B0D" w:rsidRDefault="00A7457E" w:rsidP="00A7457E">
      <w:pPr>
        <w:pStyle w:val="Zhlav"/>
        <w:tabs>
          <w:tab w:val="clear" w:pos="4536"/>
          <w:tab w:val="left" w:pos="1843"/>
        </w:tabs>
        <w:ind w:left="284"/>
      </w:pPr>
      <w:r>
        <w:tab/>
        <w:t xml:space="preserve">                </w:t>
      </w:r>
      <w:r w:rsidRPr="00565B0D">
        <w:t>v registru smluv</w:t>
      </w:r>
    </w:p>
    <w:p w:rsidR="00374707" w:rsidRPr="007364DE" w:rsidRDefault="00A7457E" w:rsidP="00A7457E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</w:t>
      </w:r>
      <w:r w:rsidR="006A7AB2">
        <w:t>plnění</w:t>
      </w:r>
      <w:bookmarkStart w:id="0" w:name="_GoBack"/>
      <w:bookmarkEnd w:id="0"/>
      <w:r w:rsidRPr="00F05536">
        <w:t xml:space="preserve">: </w:t>
      </w:r>
      <w:r w:rsidR="00E00EBF" w:rsidRPr="00E00EBF">
        <w:rPr>
          <w:b/>
        </w:rPr>
        <w:t>1</w:t>
      </w:r>
      <w:r w:rsidR="003D677E">
        <w:rPr>
          <w:b/>
        </w:rPr>
        <w:t>5</w:t>
      </w:r>
      <w:r w:rsidRPr="006127F4">
        <w:rPr>
          <w:b/>
        </w:rPr>
        <w:t xml:space="preserve">. </w:t>
      </w:r>
      <w:r w:rsidR="003D677E">
        <w:rPr>
          <w:b/>
        </w:rPr>
        <w:t>prosince</w:t>
      </w:r>
      <w:r w:rsidRPr="006127F4">
        <w:rPr>
          <w:b/>
        </w:rPr>
        <w:t xml:space="preserve"> 2020</w:t>
      </w:r>
      <w:r w:rsidR="00374707" w:rsidRPr="00F05536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A7457E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7A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7A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773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0C16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7A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7A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BBE02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1C07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92170"/>
    <w:rsid w:val="000E23A7"/>
    <w:rsid w:val="0010693F"/>
    <w:rsid w:val="00114472"/>
    <w:rsid w:val="001550BC"/>
    <w:rsid w:val="001605B9"/>
    <w:rsid w:val="00170EC5"/>
    <w:rsid w:val="00172F0E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3D677E"/>
    <w:rsid w:val="00441430"/>
    <w:rsid w:val="00450F07"/>
    <w:rsid w:val="00453CD3"/>
    <w:rsid w:val="00460660"/>
    <w:rsid w:val="004845B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6C9D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A7AB2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7457E"/>
    <w:rsid w:val="00AA4CBB"/>
    <w:rsid w:val="00AA65FA"/>
    <w:rsid w:val="00AA7351"/>
    <w:rsid w:val="00AC7C9A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00EBF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6618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5E4187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375A22-60EB-41A6-8066-B51ECFCD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2</Pages>
  <Words>450</Words>
  <Characters>2656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5</cp:revision>
  <cp:lastPrinted>2020-08-06T06:34:00Z</cp:lastPrinted>
  <dcterms:created xsi:type="dcterms:W3CDTF">2020-08-06T06:36:00Z</dcterms:created>
  <dcterms:modified xsi:type="dcterms:W3CDTF">2020-08-07T08:09:00Z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